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A10" w:rsidRDefault="00931A10" w:rsidP="00EE7E11">
      <w:pPr>
        <w:numPr>
          <w:ilvl w:val="0"/>
          <w:numId w:val="0"/>
        </w:numPr>
      </w:pPr>
      <w:bookmarkStart w:id="0" w:name="_GoBack"/>
      <w:bookmarkEnd w:id="0"/>
      <w:r>
        <w:t>ash-Shams  (The Sun)</w:t>
      </w:r>
    </w:p>
    <w:p w:rsidR="00931A10" w:rsidRDefault="00931A10" w:rsidP="00EE7E11">
      <w:pPr>
        <w:numPr>
          <w:ilvl w:val="0"/>
          <w:numId w:val="0"/>
        </w:numPr>
      </w:pPr>
      <w:r>
        <w:t>In the name of Allah, the Gracious, the Merciful.</w:t>
      </w:r>
    </w:p>
    <w:p w:rsidR="00931A10" w:rsidRDefault="00931A10" w:rsidP="00931A10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By the sun and its radiance.</w:t>
      </w:r>
    </w:p>
    <w:p w:rsidR="00931A10" w:rsidRDefault="00931A10" w:rsidP="00931A10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And the moon as it follows it.</w:t>
      </w:r>
    </w:p>
    <w:p w:rsidR="00931A10" w:rsidRDefault="00931A10" w:rsidP="00931A10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And the day as it reveals it.</w:t>
      </w:r>
    </w:p>
    <w:p w:rsidR="00931A10" w:rsidRDefault="00931A10" w:rsidP="00931A10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And the night as it conceals it.</w:t>
      </w:r>
    </w:p>
    <w:p w:rsidR="00931A10" w:rsidRDefault="00931A10" w:rsidP="00931A10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>And the sky and He who built it.</w:t>
      </w:r>
    </w:p>
    <w:p w:rsidR="00931A10" w:rsidRDefault="00931A10" w:rsidP="00931A10">
      <w:pPr>
        <w:numPr>
          <w:ilvl w:val="0"/>
          <w:numId w:val="0"/>
        </w:numPr>
      </w:pPr>
      <w:r>
        <w:rPr>
          <w:sz w:val="16"/>
        </w:rPr>
        <w:t xml:space="preserve">6. </w:t>
      </w:r>
      <w:r>
        <w:t>And the earth and He who spread it.</w:t>
      </w:r>
    </w:p>
    <w:p w:rsidR="00931A10" w:rsidRDefault="00931A10" w:rsidP="00931A10">
      <w:pPr>
        <w:numPr>
          <w:ilvl w:val="0"/>
          <w:numId w:val="0"/>
        </w:numPr>
      </w:pPr>
      <w:r>
        <w:rPr>
          <w:sz w:val="16"/>
        </w:rPr>
        <w:t xml:space="preserve">7. </w:t>
      </w:r>
      <w:r>
        <w:t>And the soul and He who proportioned it.</w:t>
      </w:r>
    </w:p>
    <w:p w:rsidR="00931A10" w:rsidRDefault="00931A10" w:rsidP="00931A10">
      <w:pPr>
        <w:numPr>
          <w:ilvl w:val="0"/>
          <w:numId w:val="0"/>
        </w:numPr>
      </w:pPr>
      <w:r>
        <w:rPr>
          <w:sz w:val="16"/>
        </w:rPr>
        <w:t xml:space="preserve">8. </w:t>
      </w:r>
      <w:r>
        <w:t>And inspired it with its wickedness and its righteousness.</w:t>
      </w:r>
    </w:p>
    <w:p w:rsidR="00931A10" w:rsidRDefault="00931A10" w:rsidP="00931A10">
      <w:pPr>
        <w:numPr>
          <w:ilvl w:val="0"/>
          <w:numId w:val="0"/>
        </w:numPr>
      </w:pPr>
      <w:r>
        <w:rPr>
          <w:sz w:val="16"/>
        </w:rPr>
        <w:t xml:space="preserve">9. </w:t>
      </w:r>
      <w:r>
        <w:t>Successful is he who purifies it.</w:t>
      </w:r>
    </w:p>
    <w:p w:rsidR="00931A10" w:rsidRDefault="00931A10" w:rsidP="00931A10">
      <w:pPr>
        <w:numPr>
          <w:ilvl w:val="0"/>
          <w:numId w:val="0"/>
        </w:numPr>
      </w:pPr>
      <w:r>
        <w:rPr>
          <w:sz w:val="16"/>
        </w:rPr>
        <w:t xml:space="preserve">10. </w:t>
      </w:r>
      <w:r>
        <w:t>Failing is he who corrupts it.</w:t>
      </w:r>
    </w:p>
    <w:p w:rsidR="00931A10" w:rsidRDefault="00931A10" w:rsidP="00931A10">
      <w:pPr>
        <w:numPr>
          <w:ilvl w:val="0"/>
          <w:numId w:val="0"/>
        </w:numPr>
      </w:pPr>
      <w:r>
        <w:rPr>
          <w:sz w:val="16"/>
        </w:rPr>
        <w:t xml:space="preserve">11. </w:t>
      </w:r>
      <w:r>
        <w:t>Thamood denied in its pride.</w:t>
      </w:r>
    </w:p>
    <w:p w:rsidR="00931A10" w:rsidRDefault="00931A10" w:rsidP="00931A10">
      <w:pPr>
        <w:numPr>
          <w:ilvl w:val="0"/>
          <w:numId w:val="0"/>
        </w:numPr>
      </w:pPr>
      <w:r>
        <w:rPr>
          <w:sz w:val="16"/>
        </w:rPr>
        <w:t xml:space="preserve">12. </w:t>
      </w:r>
      <w:r>
        <w:t>When it followed its most wicked.</w:t>
      </w:r>
    </w:p>
    <w:p w:rsidR="00931A10" w:rsidRDefault="00931A10" w:rsidP="00931A10">
      <w:pPr>
        <w:numPr>
          <w:ilvl w:val="0"/>
          <w:numId w:val="0"/>
        </w:numPr>
      </w:pPr>
      <w:r>
        <w:rPr>
          <w:sz w:val="16"/>
        </w:rPr>
        <w:t xml:space="preserve">13. </w:t>
      </w:r>
      <w:r>
        <w:t>The messenger of Allah said to them, “This is the she-camel of Allah, so let her drink.”</w:t>
      </w:r>
    </w:p>
    <w:p w:rsidR="00931A10" w:rsidRDefault="00931A10" w:rsidP="00931A10">
      <w:pPr>
        <w:numPr>
          <w:ilvl w:val="0"/>
          <w:numId w:val="0"/>
        </w:numPr>
      </w:pPr>
      <w:r>
        <w:rPr>
          <w:sz w:val="16"/>
        </w:rPr>
        <w:t xml:space="preserve">14. </w:t>
      </w:r>
      <w:r>
        <w:t>But they called him a liar, and hamstrung her. So their Lord crushed them for their sin, and leveled it.</w:t>
      </w:r>
    </w:p>
    <w:p w:rsidR="00931A10" w:rsidRPr="00EE7E11" w:rsidRDefault="00931A10" w:rsidP="00931A10">
      <w:pPr>
        <w:numPr>
          <w:ilvl w:val="0"/>
          <w:numId w:val="0"/>
        </w:numPr>
      </w:pPr>
      <w:r w:rsidRPr="00EE7E11">
        <w:rPr>
          <w:sz w:val="16"/>
        </w:rPr>
        <w:t xml:space="preserve">15. </w:t>
      </w:r>
      <w:r>
        <w:t>And He does not fear its sequel.</w:t>
      </w:r>
    </w:p>
    <w:sectPr w:rsidR="00931A10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92DA1"/>
    <w:rsid w:val="004F46AB"/>
    <w:rsid w:val="0050757D"/>
    <w:rsid w:val="00594119"/>
    <w:rsid w:val="005D35C4"/>
    <w:rsid w:val="0066212F"/>
    <w:rsid w:val="00755F31"/>
    <w:rsid w:val="00931A10"/>
    <w:rsid w:val="00A6637C"/>
    <w:rsid w:val="00A74EDB"/>
    <w:rsid w:val="00A879FD"/>
    <w:rsid w:val="00B671D7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2016-07-09T16:58:00Z</dcterms:created>
  <dcterms:modified xsi:type="dcterms:W3CDTF">2016-07-09T16:58:00Z</dcterms:modified>
</cp:coreProperties>
</file>